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708" w:rsidRPr="00CE6399" w:rsidRDefault="002C4708" w:rsidP="00FC3C0F">
      <w:pPr>
        <w:rPr>
          <w:b/>
        </w:rPr>
      </w:pPr>
      <w:r w:rsidRPr="00CE6399">
        <w:rPr>
          <w:b/>
        </w:rPr>
        <w:t>Вы</w:t>
      </w:r>
      <w:r w:rsidRPr="00295868">
        <w:rPr>
          <w:b/>
        </w:rPr>
        <w:t xml:space="preserve"> </w:t>
      </w:r>
      <w:r w:rsidRPr="00CE6399">
        <w:rPr>
          <w:b/>
        </w:rPr>
        <w:t>приобрели</w:t>
      </w:r>
      <w:r w:rsidRPr="00295868">
        <w:rPr>
          <w:b/>
        </w:rPr>
        <w:t xml:space="preserve"> </w:t>
      </w:r>
      <w:r w:rsidRPr="00CE6399">
        <w:rPr>
          <w:b/>
        </w:rPr>
        <w:t>шаблон</w:t>
      </w:r>
      <w:r w:rsidRPr="007660C3">
        <w:rPr>
          <w:b/>
        </w:rPr>
        <w:t xml:space="preserve"> “</w:t>
      </w:r>
      <w:r>
        <w:rPr>
          <w:b/>
          <w:lang w:val="en-US"/>
        </w:rPr>
        <w:t>Pepper</w:t>
      </w:r>
      <w:r w:rsidRPr="007660C3">
        <w:rPr>
          <w:b/>
        </w:rPr>
        <w:t xml:space="preserve">” </w:t>
      </w:r>
      <w:r>
        <w:rPr>
          <w:b/>
        </w:rPr>
        <w:t>для</w:t>
      </w:r>
      <w:r w:rsidRPr="00295868">
        <w:rPr>
          <w:b/>
        </w:rPr>
        <w:t xml:space="preserve"> </w:t>
      </w:r>
      <w:r w:rsidRPr="00CE6399">
        <w:rPr>
          <w:b/>
          <w:lang w:val="en-US"/>
        </w:rPr>
        <w:t>DataLifeEngine</w:t>
      </w:r>
      <w:r w:rsidRPr="007660C3">
        <w:rPr>
          <w:b/>
        </w:rPr>
        <w:t xml:space="preserve">. </w:t>
      </w:r>
      <w:r w:rsidRPr="00CE6399">
        <w:rPr>
          <w:b/>
        </w:rPr>
        <w:t xml:space="preserve">Шаблон </w:t>
      </w:r>
      <w:r>
        <w:rPr>
          <w:b/>
        </w:rPr>
        <w:t xml:space="preserve">разработан для версии движка </w:t>
      </w:r>
      <w:r w:rsidRPr="003C1803">
        <w:rPr>
          <w:b/>
        </w:rPr>
        <w:t>10.0</w:t>
      </w:r>
      <w:r w:rsidRPr="00CE6399">
        <w:rPr>
          <w:b/>
        </w:rPr>
        <w:t>, для корректной работы рекомендуется обновить ваш браузер до последней версии.</w:t>
      </w:r>
    </w:p>
    <w:p w:rsidR="002C4708" w:rsidRDefault="002C4708" w:rsidP="00FC3C0F">
      <w:r w:rsidRPr="002F7970">
        <w:rPr>
          <w:b/>
        </w:rPr>
        <w:t>1)</w:t>
      </w:r>
      <w:r>
        <w:t xml:space="preserve"> Для установки</w:t>
      </w:r>
      <w:r w:rsidRPr="00295868">
        <w:t xml:space="preserve"> </w:t>
      </w:r>
      <w:r>
        <w:t xml:space="preserve">шаблона скопируйте его в директорию </w:t>
      </w:r>
      <w:r>
        <w:rPr>
          <w:lang w:val="en-US"/>
        </w:rPr>
        <w:t>templates</w:t>
      </w:r>
      <w:r>
        <w:t xml:space="preserve"> на вашем сервере, где установлена система </w:t>
      </w:r>
      <w:r>
        <w:rPr>
          <w:lang w:val="en-US"/>
        </w:rPr>
        <w:t>DLE</w:t>
      </w:r>
      <w:r w:rsidRPr="00CE6399">
        <w:t>.</w:t>
      </w:r>
      <w:r>
        <w:t xml:space="preserve"> Затем в админпанели укажите желаемый шаблон.</w:t>
      </w:r>
    </w:p>
    <w:p w:rsidR="002C4708" w:rsidRDefault="002C4708" w:rsidP="00FC3C0F">
      <w:r>
        <w:t xml:space="preserve">Исходник логотипа находится в папке </w:t>
      </w:r>
      <w:r>
        <w:rPr>
          <w:lang w:val="en-US"/>
        </w:rPr>
        <w:t>logo</w:t>
      </w:r>
      <w:r w:rsidRPr="00CE6399">
        <w:t xml:space="preserve">. </w:t>
      </w:r>
    </w:p>
    <w:p w:rsidR="002C4708" w:rsidRDefault="002C4708" w:rsidP="00FC3C0F">
      <w:r w:rsidRPr="002F7970">
        <w:rPr>
          <w:b/>
        </w:rPr>
        <w:t>2)</w:t>
      </w:r>
      <w:r>
        <w:t xml:space="preserve"> Для настройки шаблона нужно открыть файл </w:t>
      </w:r>
      <w:r>
        <w:rPr>
          <w:lang w:val="en-US"/>
        </w:rPr>
        <w:t>main</w:t>
      </w:r>
      <w:r w:rsidRPr="00CE6399">
        <w:t>.</w:t>
      </w:r>
      <w:r>
        <w:rPr>
          <w:lang w:val="en-US"/>
        </w:rPr>
        <w:t>tpl</w:t>
      </w:r>
      <w:r>
        <w:t>. Ссылку на сайт для логотипа нужно вставить вместо</w:t>
      </w:r>
      <w:r w:rsidRPr="00CE6399">
        <w:rPr>
          <w:color w:val="FF0000"/>
        </w:rPr>
        <w:t>#</w:t>
      </w:r>
      <w:r>
        <w:t xml:space="preserve">в конструкции </w:t>
      </w:r>
    </w:p>
    <w:p w:rsidR="002C4708" w:rsidRPr="00CE6399" w:rsidRDefault="002C4708" w:rsidP="00FC3C0F">
      <w:pPr>
        <w:rPr>
          <w:color w:val="00B050"/>
        </w:rPr>
      </w:pPr>
      <w:r w:rsidRPr="00CE6399">
        <w:rPr>
          <w:color w:val="00B050"/>
        </w:rPr>
        <w:t>&lt;div</w:t>
      </w:r>
      <w:r w:rsidRPr="003C1803">
        <w:rPr>
          <w:color w:val="00B050"/>
        </w:rPr>
        <w:t xml:space="preserve"> </w:t>
      </w:r>
      <w:r w:rsidRPr="00CE6399">
        <w:rPr>
          <w:color w:val="00B050"/>
        </w:rPr>
        <w:t>class="logo"&gt;</w:t>
      </w:r>
    </w:p>
    <w:p w:rsidR="002C4708" w:rsidRPr="00CE6399" w:rsidRDefault="002C4708" w:rsidP="00FC3C0F">
      <w:pPr>
        <w:rPr>
          <w:color w:val="00B050"/>
        </w:rPr>
      </w:pPr>
      <w:r>
        <w:rPr>
          <w:color w:val="00B050"/>
        </w:rPr>
        <w:t>&lt;a href="</w:t>
      </w:r>
      <w:r w:rsidRPr="00FC3C0F">
        <w:rPr>
          <w:color w:val="00B050"/>
        </w:rPr>
        <w:t>/</w:t>
      </w:r>
      <w:r w:rsidRPr="00CE6399">
        <w:rPr>
          <w:color w:val="00B050"/>
        </w:rPr>
        <w:t>" title="</w:t>
      </w:r>
      <w:r>
        <w:rPr>
          <w:color w:val="00B050"/>
        </w:rPr>
        <w:t>Главная страница</w:t>
      </w:r>
      <w:r w:rsidRPr="00CE6399">
        <w:rPr>
          <w:color w:val="00B050"/>
        </w:rPr>
        <w:t>"&gt;&lt;imgsrc="{THEME}/images/logo.png" alt="</w:t>
      </w:r>
      <w:r>
        <w:rPr>
          <w:color w:val="00B050"/>
        </w:rPr>
        <w:t>Логотип</w:t>
      </w:r>
      <w:r w:rsidRPr="00CE6399">
        <w:rPr>
          <w:color w:val="00B050"/>
        </w:rPr>
        <w:t>"&gt;&lt;/a&gt;</w:t>
      </w:r>
    </w:p>
    <w:p w:rsidR="002C4708" w:rsidRDefault="002C4708" w:rsidP="00FC3C0F">
      <w:pPr>
        <w:rPr>
          <w:color w:val="00B050"/>
        </w:rPr>
      </w:pPr>
      <w:r w:rsidRPr="00CE6399">
        <w:rPr>
          <w:color w:val="00B050"/>
        </w:rPr>
        <w:t>&lt;/div&gt;</w:t>
      </w:r>
    </w:p>
    <w:p w:rsidR="002C4708" w:rsidRPr="008F6C5C" w:rsidRDefault="002C4708" w:rsidP="00FC3C0F">
      <w:r>
        <w:t xml:space="preserve">В папке </w:t>
      </w:r>
      <w:r>
        <w:rPr>
          <w:lang w:val="en-US"/>
        </w:rPr>
        <w:t>logo</w:t>
      </w:r>
      <w:r>
        <w:t xml:space="preserve"> находится файл logo.psd , который вы отредактируете для вашего сайта и сохраните в папку images под именем logo.png.</w:t>
      </w:r>
    </w:p>
    <w:p w:rsidR="002C4708" w:rsidRDefault="002C4708" w:rsidP="00FC3C0F">
      <w:r w:rsidRPr="002F7970">
        <w:rPr>
          <w:b/>
        </w:rPr>
        <w:t>3)</w:t>
      </w:r>
      <w:r>
        <w:t xml:space="preserve"> Для добавления пункта в горизонтальное меню с выпадающим списком найдите в файле main.tpl конструкцию вида</w:t>
      </w:r>
    </w:p>
    <w:p w:rsidR="002C4708" w:rsidRPr="00FC3C0F" w:rsidRDefault="002C4708" w:rsidP="00FC3C0F">
      <w:pPr>
        <w:rPr>
          <w:color w:val="00B050"/>
          <w:lang w:val="en-US"/>
        </w:rPr>
      </w:pPr>
      <w:r w:rsidRPr="00FC3C0F">
        <w:rPr>
          <w:color w:val="00B050"/>
          <w:lang w:val="en-US"/>
        </w:rPr>
        <w:t>&lt;li class="drop"&gt;&lt;a href="#" class="link1"&gt;Фильмы&lt;/a&gt;</w:t>
      </w:r>
    </w:p>
    <w:p w:rsidR="002C4708" w:rsidRDefault="002C4708" w:rsidP="00FC3C0F">
      <w:pPr>
        <w:rPr>
          <w:color w:val="00B050"/>
          <w:lang w:val="en-US"/>
        </w:rPr>
      </w:pPr>
      <w:r w:rsidRPr="008A3104">
        <w:rPr>
          <w:color w:val="00B050"/>
          <w:lang w:val="en-US"/>
        </w:rPr>
        <w:t>&lt;</w:t>
      </w:r>
      <w:r w:rsidRPr="00FC3C0F">
        <w:rPr>
          <w:color w:val="00B050"/>
          <w:lang w:val="en-US"/>
        </w:rPr>
        <w:t>ul</w:t>
      </w:r>
      <w:r w:rsidRPr="008A3104">
        <w:rPr>
          <w:color w:val="00B050"/>
          <w:lang w:val="en-US"/>
        </w:rPr>
        <w:t>&gt;</w:t>
      </w:r>
    </w:p>
    <w:p w:rsidR="002C4708" w:rsidRPr="00FC3C0F" w:rsidRDefault="002C4708" w:rsidP="00FC3C0F">
      <w:pPr>
        <w:rPr>
          <w:color w:val="00B050"/>
          <w:lang w:val="en-US"/>
        </w:rPr>
      </w:pPr>
      <w:r w:rsidRPr="00FC3C0F">
        <w:rPr>
          <w:color w:val="00B050"/>
          <w:lang w:val="en-US"/>
        </w:rPr>
        <w:t>&lt;li&gt;&lt;a href="#"&gt;Арт-хаус&lt;/a&gt;&lt;/li&gt;</w:t>
      </w:r>
    </w:p>
    <w:p w:rsidR="002C4708" w:rsidRDefault="002C4708" w:rsidP="00FC3C0F">
      <w:pPr>
        <w:rPr>
          <w:color w:val="00B050"/>
          <w:lang w:val="en-US"/>
        </w:rPr>
      </w:pPr>
      <w:r w:rsidRPr="00FC3C0F">
        <w:rPr>
          <w:color w:val="00B050"/>
          <w:lang w:val="en-US"/>
        </w:rPr>
        <w:tab/>
        <w:t>&lt;li&gt;&lt;a href="#"&gt;Боевики&lt;/a&gt;&lt;/li&gt;</w:t>
      </w:r>
    </w:p>
    <w:p w:rsidR="002C4708" w:rsidRPr="00FC3C0F" w:rsidRDefault="002C4708" w:rsidP="00FC3C0F">
      <w:pPr>
        <w:rPr>
          <w:color w:val="00B050"/>
        </w:rPr>
      </w:pPr>
      <w:r>
        <w:rPr>
          <w:color w:val="00B050"/>
        </w:rPr>
        <w:t>…</w:t>
      </w:r>
    </w:p>
    <w:p w:rsidR="002C4708" w:rsidRPr="00FC3C0F" w:rsidRDefault="002C4708" w:rsidP="00FC3C0F">
      <w:pPr>
        <w:rPr>
          <w:color w:val="00B050"/>
        </w:rPr>
      </w:pPr>
      <w:r w:rsidRPr="00FC3C0F">
        <w:rPr>
          <w:color w:val="00B050"/>
        </w:rPr>
        <w:tab/>
        <w:t>&lt;/</w:t>
      </w:r>
      <w:r w:rsidRPr="00FC3C0F">
        <w:rPr>
          <w:color w:val="00B050"/>
          <w:lang w:val="en-US"/>
        </w:rPr>
        <w:t>ul</w:t>
      </w:r>
      <w:r w:rsidRPr="00FC3C0F">
        <w:rPr>
          <w:color w:val="00B050"/>
        </w:rPr>
        <w:t>&gt;</w:t>
      </w:r>
    </w:p>
    <w:p w:rsidR="002C4708" w:rsidRPr="00FC3C0F" w:rsidRDefault="002C4708" w:rsidP="00FC3C0F">
      <w:pPr>
        <w:rPr>
          <w:color w:val="00B050"/>
        </w:rPr>
      </w:pPr>
      <w:r w:rsidRPr="00FC3C0F">
        <w:rPr>
          <w:color w:val="00B050"/>
        </w:rPr>
        <w:t>&lt;/</w:t>
      </w:r>
      <w:r w:rsidRPr="00FC3C0F">
        <w:rPr>
          <w:color w:val="00B050"/>
          <w:lang w:val="en-US"/>
        </w:rPr>
        <w:t>li</w:t>
      </w:r>
      <w:r w:rsidRPr="00FC3C0F">
        <w:rPr>
          <w:color w:val="00B050"/>
        </w:rPr>
        <w:t>&gt;</w:t>
      </w:r>
    </w:p>
    <w:p w:rsidR="002C4708" w:rsidRDefault="002C4708" w:rsidP="00FC3C0F">
      <w:r>
        <w:t>и вставьте аналогичную,  где # - полный адрес ссылки, а Главная - её заголовок (название).</w:t>
      </w:r>
    </w:p>
    <w:p w:rsidR="002C4708" w:rsidRDefault="002C4708" w:rsidP="00FC3C0F">
      <w:r>
        <w:t>Если не нужен выпадающий список, то внутреннюю конструкцию</w:t>
      </w:r>
    </w:p>
    <w:p w:rsidR="002C4708" w:rsidRDefault="002C4708" w:rsidP="00FC3C0F">
      <w:pPr>
        <w:rPr>
          <w:color w:val="00B050"/>
        </w:rPr>
      </w:pPr>
      <w:r w:rsidRPr="00FC3C0F">
        <w:rPr>
          <w:color w:val="00B050"/>
        </w:rPr>
        <w:t>&lt;</w:t>
      </w:r>
      <w:r w:rsidRPr="00083227">
        <w:rPr>
          <w:color w:val="00B050"/>
          <w:lang w:val="en-US"/>
        </w:rPr>
        <w:t>ul</w:t>
      </w:r>
      <w:r w:rsidRPr="00FC3C0F">
        <w:rPr>
          <w:color w:val="00B050"/>
        </w:rPr>
        <w:t>&gt;</w:t>
      </w:r>
    </w:p>
    <w:p w:rsidR="002C4708" w:rsidRPr="00FC3C0F" w:rsidRDefault="002C4708" w:rsidP="00FC3C0F">
      <w:pPr>
        <w:rPr>
          <w:color w:val="00B050"/>
        </w:rPr>
      </w:pPr>
      <w:r>
        <w:rPr>
          <w:color w:val="00B050"/>
        </w:rPr>
        <w:t>…</w:t>
      </w:r>
    </w:p>
    <w:p w:rsidR="002C4708" w:rsidRDefault="002C4708" w:rsidP="00FC3C0F">
      <w:pPr>
        <w:rPr>
          <w:color w:val="00B050"/>
        </w:rPr>
      </w:pPr>
      <w:r w:rsidRPr="00083227">
        <w:rPr>
          <w:color w:val="00B050"/>
        </w:rPr>
        <w:t>&lt;/ul&gt;</w:t>
      </w:r>
    </w:p>
    <w:p w:rsidR="002C4708" w:rsidRDefault="002C4708" w:rsidP="00FC3C0F">
      <w:r>
        <w:t>нужно удалить.</w:t>
      </w:r>
    </w:p>
    <w:p w:rsidR="002C4708" w:rsidRDefault="002C4708" w:rsidP="008F6C5C">
      <w:pPr>
        <w:rPr>
          <w:lang w:val="en-US"/>
        </w:rPr>
      </w:pPr>
      <w:r w:rsidRPr="003C1803">
        <w:rPr>
          <w:b/>
          <w:lang w:val="en-US"/>
        </w:rPr>
        <w:t>4)</w:t>
      </w:r>
      <w:r w:rsidRPr="003C1803">
        <w:rPr>
          <w:lang w:val="en-US"/>
        </w:rPr>
        <w:t xml:space="preserve"> </w:t>
      </w:r>
      <w:r>
        <w:t>Во</w:t>
      </w:r>
      <w:r>
        <w:rPr>
          <w:lang w:val="en-US"/>
        </w:rPr>
        <w:t xml:space="preserve"> </w:t>
      </w:r>
      <w:r>
        <w:t>всех</w:t>
      </w:r>
      <w:r>
        <w:rPr>
          <w:lang w:val="en-US"/>
        </w:rPr>
        <w:t xml:space="preserve"> </w:t>
      </w:r>
      <w:r>
        <w:t>конструкциях</w:t>
      </w:r>
      <w:r>
        <w:rPr>
          <w:lang w:val="en-US"/>
        </w:rPr>
        <w:t xml:space="preserve"> </w:t>
      </w:r>
      <w:r>
        <w:t>вида</w:t>
      </w:r>
    </w:p>
    <w:p w:rsidR="002C4708" w:rsidRDefault="002C4708" w:rsidP="008F6C5C">
      <w:pPr>
        <w:rPr>
          <w:lang w:val="en-US"/>
        </w:rPr>
      </w:pPr>
      <w:r>
        <w:rPr>
          <w:lang w:val="en-US"/>
        </w:rPr>
        <w:t>{custom category="</w:t>
      </w:r>
      <w:r w:rsidRPr="004965DD">
        <w:rPr>
          <w:lang w:val="en-US"/>
        </w:rPr>
        <w:t>1" template="custom-post" aviable="global" from="0" limit="5" cache="no"}</w:t>
      </w:r>
    </w:p>
    <w:p w:rsidR="002C4708" w:rsidRPr="003C1803" w:rsidRDefault="002C4708" w:rsidP="003C1803">
      <w:r>
        <w:rPr>
          <w:lang w:val="uk-UA"/>
        </w:rPr>
        <w:t>у</w:t>
      </w:r>
      <w:r>
        <w:t>кажите номер категории для отображения (</w:t>
      </w:r>
      <w:r>
        <w:rPr>
          <w:lang w:val="en-US"/>
        </w:rPr>
        <w:t>category</w:t>
      </w:r>
      <w:r>
        <w:t>="</w:t>
      </w:r>
      <w:r>
        <w:rPr>
          <w:lang w:val="uk-UA"/>
        </w:rPr>
        <w:t>1</w:t>
      </w:r>
      <w:r>
        <w:t>") и количество выводимых новостей (</w:t>
      </w:r>
      <w:r>
        <w:rPr>
          <w:lang w:val="en-US"/>
        </w:rPr>
        <w:t>limit</w:t>
      </w:r>
      <w:r>
        <w:t>="</w:t>
      </w:r>
      <w:r>
        <w:rPr>
          <w:lang w:val="uk-UA"/>
        </w:rPr>
        <w:t>5</w:t>
      </w:r>
      <w:r>
        <w:t>"). Выше каждой такой строчки имеется ссылка для заголовка блока и ссылки на категорию.</w:t>
      </w:r>
    </w:p>
    <w:p w:rsidR="002C4708" w:rsidRDefault="002C4708" w:rsidP="002F7970">
      <w:pPr>
        <w:spacing w:after="0"/>
      </w:pPr>
      <w:r w:rsidRPr="003C1803">
        <w:rPr>
          <w:b/>
        </w:rPr>
        <w:t>5</w:t>
      </w:r>
      <w:r w:rsidRPr="002F7970">
        <w:rPr>
          <w:b/>
        </w:rPr>
        <w:t>)</w:t>
      </w:r>
      <w:r>
        <w:t xml:space="preserve"> Настройка соц. закладок в полной новости. Перейдите по адресу </w:t>
      </w:r>
      <w:hyperlink r:id="rId5" w:history="1">
        <w:r w:rsidRPr="009F2C7A">
          <w:rPr>
            <w:rStyle w:val="Hyperlink"/>
          </w:rPr>
          <w:t>http://</w:t>
        </w:r>
        <w:r w:rsidRPr="009F2C7A">
          <w:rPr>
            <w:rStyle w:val="Hyperlink"/>
            <w:lang w:val="en-US"/>
          </w:rPr>
          <w:t>iknopo</w:t>
        </w:r>
        <w:r w:rsidRPr="009F2C7A">
          <w:rPr>
            <w:rStyle w:val="Hyperlink"/>
          </w:rPr>
          <w:t>.ru/</w:t>
        </w:r>
      </w:hyperlink>
    </w:p>
    <w:p w:rsidR="002C4708" w:rsidRDefault="002C4708" w:rsidP="002F7970">
      <w:pPr>
        <w:spacing w:after="0"/>
      </w:pPr>
      <w:r>
        <w:t xml:space="preserve">Там нужно настроить наш скрипт соц. закладок. </w:t>
      </w:r>
    </w:p>
    <w:p w:rsidR="002C4708" w:rsidRDefault="002C4708" w:rsidP="002F7970">
      <w:pPr>
        <w:spacing w:after="0"/>
      </w:pPr>
      <w:r>
        <w:t xml:space="preserve">Стиль кнопок выбираете какой вам нравится. Размер выберите мелкий и без фона. Далее, внизу, введите информацию о своем сайте. После чего нужно скопировать получившийся код, открыть файл </w:t>
      </w:r>
      <w:r>
        <w:rPr>
          <w:lang w:val="en-US"/>
        </w:rPr>
        <w:t>fullstory</w:t>
      </w:r>
      <w:r w:rsidRPr="003C1803">
        <w:t>.</w:t>
      </w:r>
      <w:r>
        <w:rPr>
          <w:lang w:val="en-US"/>
        </w:rPr>
        <w:t>tpl</w:t>
      </w:r>
      <w:r w:rsidRPr="003C1803">
        <w:t xml:space="preserve"> </w:t>
      </w:r>
      <w:r>
        <w:t>и вставить его</w:t>
      </w:r>
      <w:r w:rsidRPr="00F56FF2">
        <w:t xml:space="preserve"> </w:t>
      </w:r>
      <w:r>
        <w:t>между:</w:t>
      </w:r>
    </w:p>
    <w:p w:rsidR="002C4708" w:rsidRPr="002F7970" w:rsidRDefault="002C4708" w:rsidP="002F7970">
      <w:pPr>
        <w:spacing w:after="0"/>
        <w:rPr>
          <w:color w:val="00B050"/>
        </w:rPr>
      </w:pPr>
      <w:r w:rsidRPr="002F7970">
        <w:rPr>
          <w:color w:val="00B050"/>
        </w:rPr>
        <w:t>&lt;!-- КОД СОЦ. ЗАКЛАДОК --&gt;</w:t>
      </w:r>
    </w:p>
    <w:p w:rsidR="002C4708" w:rsidRDefault="002C4708" w:rsidP="002F7970">
      <w:pPr>
        <w:spacing w:after="0"/>
      </w:pPr>
    </w:p>
    <w:p w:rsidR="002C4708" w:rsidRPr="00983F42" w:rsidRDefault="002C4708" w:rsidP="002F7970">
      <w:pPr>
        <w:spacing w:after="0"/>
      </w:pPr>
      <w:r>
        <w:t xml:space="preserve">На этом все. </w:t>
      </w:r>
      <w:r w:rsidRPr="00083227">
        <w:t>При возникновении вопросов обращаться по ICQ 382843510 или электронной почте sanok_ps@mail.ru.</w:t>
      </w:r>
    </w:p>
    <w:sectPr w:rsidR="002C4708" w:rsidRPr="00983F42" w:rsidSect="00CC5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975B5"/>
    <w:multiLevelType w:val="hybridMultilevel"/>
    <w:tmpl w:val="F0AA3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E634E3"/>
    <w:multiLevelType w:val="hybridMultilevel"/>
    <w:tmpl w:val="55308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6522"/>
    <w:rsid w:val="00083227"/>
    <w:rsid w:val="0009536D"/>
    <w:rsid w:val="001D5D8D"/>
    <w:rsid w:val="00224FBD"/>
    <w:rsid w:val="00246522"/>
    <w:rsid w:val="00295868"/>
    <w:rsid w:val="002C4708"/>
    <w:rsid w:val="002F00AC"/>
    <w:rsid w:val="002F7970"/>
    <w:rsid w:val="00397907"/>
    <w:rsid w:val="003C1803"/>
    <w:rsid w:val="003F6D95"/>
    <w:rsid w:val="00471F2B"/>
    <w:rsid w:val="004965DD"/>
    <w:rsid w:val="006E58D8"/>
    <w:rsid w:val="00751C40"/>
    <w:rsid w:val="007660C3"/>
    <w:rsid w:val="00895A33"/>
    <w:rsid w:val="008A3104"/>
    <w:rsid w:val="008D6986"/>
    <w:rsid w:val="008F6C5C"/>
    <w:rsid w:val="0090077B"/>
    <w:rsid w:val="00983F42"/>
    <w:rsid w:val="009C1DF8"/>
    <w:rsid w:val="009E35B5"/>
    <w:rsid w:val="009F2C7A"/>
    <w:rsid w:val="00A144CF"/>
    <w:rsid w:val="00B41C5B"/>
    <w:rsid w:val="00B507AE"/>
    <w:rsid w:val="00BE21E0"/>
    <w:rsid w:val="00CC5088"/>
    <w:rsid w:val="00CE6399"/>
    <w:rsid w:val="00E77E38"/>
    <w:rsid w:val="00EC2953"/>
    <w:rsid w:val="00F56FF2"/>
    <w:rsid w:val="00F83818"/>
    <w:rsid w:val="00FA16EB"/>
    <w:rsid w:val="00FC3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08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9790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2F797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56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56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knop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491</TotalTime>
  <Pages>2</Pages>
  <Words>296</Words>
  <Characters>1692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</dc:creator>
  <cp:keywords/>
  <dc:description/>
  <cp:lastModifiedBy>J3</cp:lastModifiedBy>
  <cp:revision>28</cp:revision>
  <dcterms:created xsi:type="dcterms:W3CDTF">2012-09-03T16:09:00Z</dcterms:created>
  <dcterms:modified xsi:type="dcterms:W3CDTF">2013-08-30T13:39:00Z</dcterms:modified>
</cp:coreProperties>
</file>